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FE6" w:rsidRPr="002F61D2" w:rsidRDefault="00092FE6" w:rsidP="00E061F4">
      <w:pPr>
        <w:ind w:left="-180"/>
        <w:jc w:val="center"/>
        <w:rPr>
          <w:rFonts w:ascii="Times New Roman" w:hAnsi="Times New Roman"/>
          <w:b/>
          <w:sz w:val="28"/>
          <w:szCs w:val="28"/>
        </w:rPr>
      </w:pPr>
      <w:r w:rsidRPr="002F61D2">
        <w:rPr>
          <w:rFonts w:ascii="Times New Roman" w:hAnsi="Times New Roman"/>
          <w:b/>
          <w:sz w:val="28"/>
          <w:szCs w:val="28"/>
        </w:rPr>
        <w:t>ЗАКОН УЛЬЯНОВСКОЙ ОБЛАСТИ</w:t>
      </w:r>
    </w:p>
    <w:p w:rsidR="00092FE6" w:rsidRPr="002A31AB" w:rsidRDefault="00092FE6" w:rsidP="00E061F4">
      <w:pPr>
        <w:ind w:left="-180"/>
        <w:jc w:val="center"/>
        <w:rPr>
          <w:rFonts w:ascii="Times New Roman" w:hAnsi="Times New Roman"/>
          <w:b/>
          <w:sz w:val="18"/>
          <w:szCs w:val="32"/>
        </w:rPr>
      </w:pPr>
    </w:p>
    <w:p w:rsidR="00092FE6" w:rsidRPr="002A31AB" w:rsidRDefault="00092FE6" w:rsidP="00E061F4">
      <w:pPr>
        <w:ind w:left="-180"/>
        <w:jc w:val="center"/>
        <w:rPr>
          <w:rFonts w:ascii="Times New Roman" w:hAnsi="Times New Roman"/>
          <w:b/>
          <w:sz w:val="18"/>
          <w:szCs w:val="32"/>
        </w:rPr>
      </w:pPr>
    </w:p>
    <w:p w:rsidR="00092FE6" w:rsidRPr="002A31AB" w:rsidRDefault="00092FE6" w:rsidP="00E061F4">
      <w:pPr>
        <w:ind w:left="-180"/>
        <w:jc w:val="center"/>
        <w:rPr>
          <w:rFonts w:ascii="Times New Roman" w:hAnsi="Times New Roman"/>
          <w:b/>
          <w:sz w:val="14"/>
          <w:szCs w:val="32"/>
        </w:rPr>
      </w:pPr>
    </w:p>
    <w:p w:rsidR="00092FE6" w:rsidRPr="002A31AB" w:rsidRDefault="00092FE6" w:rsidP="00E061F4">
      <w:pPr>
        <w:ind w:left="-180"/>
        <w:jc w:val="center"/>
        <w:rPr>
          <w:rFonts w:ascii="Times New Roman" w:hAnsi="Times New Roman"/>
          <w:b/>
          <w:szCs w:val="32"/>
        </w:rPr>
      </w:pPr>
    </w:p>
    <w:p w:rsidR="00092FE6" w:rsidRPr="002A31AB" w:rsidRDefault="00092FE6" w:rsidP="00E061F4">
      <w:pPr>
        <w:ind w:left="-180"/>
        <w:jc w:val="center"/>
        <w:rPr>
          <w:rFonts w:ascii="Times New Roman" w:hAnsi="Times New Roman"/>
          <w:b/>
          <w:szCs w:val="32"/>
        </w:rPr>
      </w:pPr>
    </w:p>
    <w:p w:rsidR="00092FE6" w:rsidRPr="0005480D" w:rsidRDefault="00092FE6" w:rsidP="0044131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</w:t>
      </w:r>
      <w:r w:rsidRPr="0005480D">
        <w:rPr>
          <w:rFonts w:ascii="Times New Roman" w:hAnsi="Times New Roman"/>
          <w:b/>
          <w:bCs/>
          <w:sz w:val="28"/>
          <w:szCs w:val="28"/>
        </w:rPr>
        <w:t xml:space="preserve"> в </w:t>
      </w:r>
      <w:r w:rsidRPr="0005480D">
        <w:rPr>
          <w:rFonts w:ascii="Times New Roman" w:hAnsi="Times New Roman"/>
          <w:b/>
          <w:color w:val="000000"/>
          <w:sz w:val="28"/>
          <w:szCs w:val="28"/>
        </w:rPr>
        <w:t>отдельные законодательные акты Ульяновской области</w:t>
      </w:r>
      <w:r w:rsidRPr="0005480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92FE6" w:rsidRPr="002A31AB" w:rsidRDefault="00092FE6" w:rsidP="00E061F4">
      <w:pPr>
        <w:pStyle w:val="ConsPlusTitle"/>
        <w:jc w:val="center"/>
        <w:rPr>
          <w:rFonts w:ascii="Times New Roman" w:hAnsi="Times New Roman" w:cs="Times New Roman"/>
          <w:b w:val="0"/>
          <w:i/>
          <w:sz w:val="28"/>
          <w:szCs w:val="24"/>
        </w:rPr>
      </w:pPr>
    </w:p>
    <w:p w:rsidR="00092FE6" w:rsidRPr="003D275E" w:rsidRDefault="00092FE6" w:rsidP="00E061F4">
      <w:pPr>
        <w:pStyle w:val="ConsPlusTitle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092FE6" w:rsidRPr="00C07341" w:rsidRDefault="00092FE6" w:rsidP="00E061F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07341">
        <w:rPr>
          <w:rFonts w:ascii="Times New Roman" w:hAnsi="Times New Roman" w:cs="Times New Roman"/>
          <w:b w:val="0"/>
          <w:sz w:val="24"/>
          <w:szCs w:val="24"/>
        </w:rPr>
        <w:t>Принят Законодательным Собранием Ульяновской области 21 июля 2016 года</w:t>
      </w:r>
    </w:p>
    <w:p w:rsidR="00092FE6" w:rsidRPr="002A31AB" w:rsidRDefault="00092FE6" w:rsidP="00E061F4">
      <w:pPr>
        <w:pStyle w:val="ConsPlusTitle"/>
        <w:jc w:val="center"/>
        <w:rPr>
          <w:rFonts w:ascii="Times New Roman" w:hAnsi="Times New Roman" w:cs="Times New Roman"/>
          <w:b w:val="0"/>
          <w:i/>
          <w:szCs w:val="28"/>
        </w:rPr>
      </w:pPr>
    </w:p>
    <w:p w:rsidR="00092FE6" w:rsidRDefault="00092FE6" w:rsidP="00E061F4">
      <w:pPr>
        <w:jc w:val="center"/>
        <w:rPr>
          <w:rFonts w:ascii="Times New Roman" w:hAnsi="Times New Roman"/>
          <w:sz w:val="28"/>
          <w:szCs w:val="28"/>
        </w:rPr>
      </w:pPr>
    </w:p>
    <w:p w:rsidR="00092FE6" w:rsidRDefault="00092FE6" w:rsidP="00E061F4">
      <w:pPr>
        <w:jc w:val="center"/>
        <w:rPr>
          <w:rFonts w:ascii="Times New Roman" w:hAnsi="Times New Roman"/>
          <w:sz w:val="28"/>
          <w:szCs w:val="28"/>
        </w:rPr>
      </w:pPr>
    </w:p>
    <w:p w:rsidR="00092FE6" w:rsidRDefault="00092FE6" w:rsidP="00E061F4">
      <w:pPr>
        <w:jc w:val="center"/>
        <w:rPr>
          <w:rFonts w:ascii="Times New Roman" w:hAnsi="Times New Roman"/>
          <w:sz w:val="28"/>
          <w:szCs w:val="28"/>
        </w:rPr>
      </w:pPr>
    </w:p>
    <w:p w:rsidR="00092FE6" w:rsidRDefault="00092FE6" w:rsidP="002A31AB">
      <w:pPr>
        <w:widowControl/>
        <w:rPr>
          <w:rFonts w:ascii="Times New Roman" w:hAnsi="Times New Roman"/>
          <w:b/>
          <w:sz w:val="28"/>
          <w:szCs w:val="28"/>
        </w:rPr>
      </w:pPr>
      <w:r w:rsidRPr="00175677">
        <w:rPr>
          <w:rFonts w:ascii="Times New Roman" w:hAnsi="Times New Roman"/>
          <w:b/>
          <w:sz w:val="28"/>
          <w:szCs w:val="28"/>
        </w:rPr>
        <w:t>Статья 1</w:t>
      </w:r>
    </w:p>
    <w:p w:rsidR="00092FE6" w:rsidRDefault="00092FE6" w:rsidP="002A31AB">
      <w:pPr>
        <w:widowControl/>
        <w:rPr>
          <w:rFonts w:ascii="Times New Roman" w:hAnsi="Times New Roman"/>
          <w:b/>
          <w:sz w:val="28"/>
          <w:szCs w:val="28"/>
        </w:rPr>
      </w:pPr>
    </w:p>
    <w:p w:rsidR="00092FE6" w:rsidRPr="00175677" w:rsidRDefault="00092FE6" w:rsidP="002A31AB">
      <w:pPr>
        <w:widowControl/>
        <w:rPr>
          <w:rFonts w:ascii="Times New Roman" w:hAnsi="Times New Roman"/>
          <w:b/>
          <w:sz w:val="28"/>
          <w:szCs w:val="28"/>
        </w:rPr>
      </w:pPr>
    </w:p>
    <w:p w:rsidR="00092FE6" w:rsidRDefault="00092FE6" w:rsidP="002A31AB">
      <w:pPr>
        <w:widowControl/>
        <w:spacing w:line="355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статью 2 Закона Ульяновской области  от 6 мая 2006 года № 49-ЗО</w:t>
      </w:r>
    </w:p>
    <w:p w:rsidR="00092FE6" w:rsidRDefault="00092FE6" w:rsidP="002A31AB">
      <w:pPr>
        <w:spacing w:line="355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2E1014">
        <w:rPr>
          <w:rFonts w:ascii="Times New Roman" w:hAnsi="Times New Roman"/>
          <w:sz w:val="28"/>
          <w:szCs w:val="28"/>
        </w:rPr>
        <w:t>О порядке ведения органами местного самоуправления муниципальных образований Ульяновской области уч</w:t>
      </w:r>
      <w:r>
        <w:rPr>
          <w:rFonts w:ascii="Times New Roman" w:hAnsi="Times New Roman"/>
          <w:sz w:val="28"/>
          <w:szCs w:val="28"/>
        </w:rPr>
        <w:t>ё</w:t>
      </w:r>
      <w:r w:rsidRPr="002E1014">
        <w:rPr>
          <w:rFonts w:ascii="Times New Roman" w:hAnsi="Times New Roman"/>
          <w:sz w:val="28"/>
          <w:szCs w:val="28"/>
        </w:rPr>
        <w:t xml:space="preserve">та граждан в качестве нуждающихся </w:t>
      </w:r>
      <w:r>
        <w:rPr>
          <w:rFonts w:ascii="Times New Roman" w:hAnsi="Times New Roman"/>
          <w:sz w:val="28"/>
          <w:szCs w:val="28"/>
        </w:rPr>
        <w:br/>
      </w:r>
      <w:r w:rsidRPr="002E1014">
        <w:rPr>
          <w:rFonts w:ascii="Times New Roman" w:hAnsi="Times New Roman"/>
          <w:sz w:val="28"/>
          <w:szCs w:val="28"/>
        </w:rPr>
        <w:t>в жилых помещениях, предоставляемых по договорам социального найма</w:t>
      </w:r>
      <w:r>
        <w:rPr>
          <w:rFonts w:ascii="Times New Roman" w:hAnsi="Times New Roman"/>
          <w:sz w:val="28"/>
          <w:szCs w:val="28"/>
        </w:rPr>
        <w:t>»</w:t>
      </w:r>
      <w:r w:rsidRPr="00834B1C">
        <w:t xml:space="preserve"> </w:t>
      </w:r>
      <w:r>
        <w:rPr>
          <w:rFonts w:ascii="Times New Roman" w:hAnsi="Times New Roman"/>
          <w:sz w:val="28"/>
          <w:szCs w:val="28"/>
        </w:rPr>
        <w:t>(«Ульяновская правда»</w:t>
      </w:r>
      <w:r w:rsidRPr="00834B1C">
        <w:rPr>
          <w:rFonts w:ascii="Times New Roman" w:hAnsi="Times New Roman"/>
          <w:sz w:val="28"/>
          <w:szCs w:val="28"/>
        </w:rPr>
        <w:t xml:space="preserve"> от 17.05.2006 </w:t>
      </w:r>
      <w:r>
        <w:rPr>
          <w:rFonts w:ascii="Times New Roman" w:hAnsi="Times New Roman"/>
          <w:sz w:val="28"/>
          <w:szCs w:val="28"/>
        </w:rPr>
        <w:t xml:space="preserve">№ 35; </w:t>
      </w:r>
      <w:r w:rsidRPr="00834B1C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4B1C">
        <w:rPr>
          <w:rFonts w:ascii="Times New Roman" w:hAnsi="Times New Roman"/>
          <w:sz w:val="28"/>
          <w:szCs w:val="28"/>
        </w:rPr>
        <w:t xml:space="preserve">07.11.2008 </w:t>
      </w:r>
      <w:r>
        <w:rPr>
          <w:rFonts w:ascii="Times New Roman" w:hAnsi="Times New Roman"/>
          <w:sz w:val="28"/>
          <w:szCs w:val="28"/>
        </w:rPr>
        <w:t>№</w:t>
      </w:r>
      <w:r w:rsidRPr="00834B1C">
        <w:rPr>
          <w:rFonts w:ascii="Times New Roman" w:hAnsi="Times New Roman"/>
          <w:sz w:val="28"/>
          <w:szCs w:val="28"/>
        </w:rPr>
        <w:t xml:space="preserve"> 91;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4B1C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4B1C">
        <w:rPr>
          <w:rFonts w:ascii="Times New Roman" w:hAnsi="Times New Roman"/>
          <w:sz w:val="28"/>
          <w:szCs w:val="28"/>
        </w:rPr>
        <w:t>07.07.2010</w:t>
      </w:r>
      <w:r>
        <w:rPr>
          <w:rFonts w:ascii="Times New Roman" w:hAnsi="Times New Roman"/>
          <w:sz w:val="28"/>
          <w:szCs w:val="28"/>
        </w:rPr>
        <w:t xml:space="preserve">       № 51-52; </w:t>
      </w:r>
      <w:r w:rsidRPr="00834B1C">
        <w:rPr>
          <w:rFonts w:ascii="Times New Roman" w:hAnsi="Times New Roman"/>
          <w:sz w:val="28"/>
          <w:szCs w:val="28"/>
        </w:rPr>
        <w:t xml:space="preserve">от 02.03.2012 </w:t>
      </w:r>
      <w:r>
        <w:rPr>
          <w:rFonts w:ascii="Times New Roman" w:hAnsi="Times New Roman"/>
          <w:sz w:val="28"/>
          <w:szCs w:val="28"/>
        </w:rPr>
        <w:t>№</w:t>
      </w:r>
      <w:r w:rsidRPr="00834B1C">
        <w:rPr>
          <w:rFonts w:ascii="Times New Roman" w:hAnsi="Times New Roman"/>
          <w:sz w:val="28"/>
          <w:szCs w:val="28"/>
        </w:rPr>
        <w:t xml:space="preserve"> 22; от 13.03.2013 </w:t>
      </w:r>
      <w:r>
        <w:rPr>
          <w:rFonts w:ascii="Times New Roman" w:hAnsi="Times New Roman"/>
          <w:sz w:val="28"/>
          <w:szCs w:val="28"/>
        </w:rPr>
        <w:t>№</w:t>
      </w:r>
      <w:r w:rsidRPr="00834B1C">
        <w:rPr>
          <w:rFonts w:ascii="Times New Roman" w:hAnsi="Times New Roman"/>
          <w:sz w:val="28"/>
          <w:szCs w:val="28"/>
        </w:rPr>
        <w:t xml:space="preserve"> 27</w:t>
      </w:r>
      <w:r>
        <w:rPr>
          <w:rFonts w:ascii="Times New Roman" w:hAnsi="Times New Roman"/>
          <w:sz w:val="28"/>
          <w:szCs w:val="28"/>
        </w:rPr>
        <w:t xml:space="preserve">; от 30.12.2015 № 192) изменение, заменив в ней слово «поселений» словами «городских поселений, муниципальных районов (в отношении территорий сельских поселений, если иное </w:t>
      </w:r>
      <w:r>
        <w:rPr>
          <w:rFonts w:ascii="Times New Roman" w:hAnsi="Times New Roman"/>
          <w:sz w:val="28"/>
          <w:szCs w:val="28"/>
        </w:rPr>
        <w:br/>
        <w:t xml:space="preserve">не предусмотрено законом Ульяновской области, а также территорий городских поселений, являющихся административными центрами муниципальных районов, местные администрации которых в соответствии с Федеральным законом </w:t>
      </w:r>
      <w:r>
        <w:rPr>
          <w:rFonts w:ascii="Times New Roman" w:hAnsi="Times New Roman"/>
          <w:sz w:val="28"/>
          <w:szCs w:val="28"/>
        </w:rPr>
        <w:br/>
        <w:t>от 6 октября 2003 года № 131-ФЗ «Об общих принципах организации местного самоуправления в Российской Федерации» исполняют полномочия местных администраций таких поселений)».</w:t>
      </w:r>
    </w:p>
    <w:p w:rsidR="00092FE6" w:rsidRPr="002A31AB" w:rsidRDefault="00092FE6" w:rsidP="002A31AB">
      <w:pPr>
        <w:widowControl/>
        <w:rPr>
          <w:rFonts w:ascii="Times New Roman" w:hAnsi="Times New Roman"/>
          <w:sz w:val="16"/>
          <w:szCs w:val="28"/>
        </w:rPr>
      </w:pPr>
    </w:p>
    <w:p w:rsidR="00092FE6" w:rsidRDefault="00092FE6" w:rsidP="002A31AB">
      <w:pPr>
        <w:widowControl/>
        <w:rPr>
          <w:rFonts w:ascii="Times New Roman" w:hAnsi="Times New Roman"/>
          <w:sz w:val="28"/>
          <w:szCs w:val="28"/>
        </w:rPr>
      </w:pPr>
    </w:p>
    <w:p w:rsidR="00092FE6" w:rsidRDefault="00092FE6" w:rsidP="002A31AB">
      <w:pPr>
        <w:widowControl/>
        <w:rPr>
          <w:rFonts w:ascii="Times New Roman" w:hAnsi="Times New Roman"/>
          <w:b/>
          <w:sz w:val="28"/>
          <w:szCs w:val="28"/>
        </w:rPr>
      </w:pPr>
      <w:r w:rsidRPr="00175677">
        <w:rPr>
          <w:rFonts w:ascii="Times New Roman" w:hAnsi="Times New Roman"/>
          <w:b/>
          <w:sz w:val="28"/>
          <w:szCs w:val="28"/>
        </w:rPr>
        <w:t>Статья 2</w:t>
      </w:r>
    </w:p>
    <w:p w:rsidR="00092FE6" w:rsidRDefault="00092FE6" w:rsidP="002A31AB">
      <w:pPr>
        <w:widowControl/>
        <w:rPr>
          <w:rFonts w:ascii="Times New Roman" w:hAnsi="Times New Roman"/>
          <w:b/>
          <w:sz w:val="28"/>
          <w:szCs w:val="28"/>
        </w:rPr>
      </w:pPr>
    </w:p>
    <w:p w:rsidR="00092FE6" w:rsidRPr="00175677" w:rsidRDefault="00092FE6" w:rsidP="002A31AB">
      <w:pPr>
        <w:widowControl/>
        <w:rPr>
          <w:rFonts w:ascii="Times New Roman" w:hAnsi="Times New Roman"/>
          <w:b/>
          <w:sz w:val="28"/>
          <w:szCs w:val="28"/>
        </w:rPr>
      </w:pPr>
    </w:p>
    <w:p w:rsidR="00092FE6" w:rsidRDefault="00092FE6" w:rsidP="002A31AB">
      <w:pPr>
        <w:spacing w:line="35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часть 2 статьи 1 Закона Ульяновской области от 6 июня 2007 года № 83-ЗО «</w:t>
      </w:r>
      <w:r w:rsidRPr="00FD6C04">
        <w:rPr>
          <w:rFonts w:ascii="Times New Roman" w:hAnsi="Times New Roman"/>
          <w:sz w:val="28"/>
          <w:szCs w:val="28"/>
        </w:rPr>
        <w:t>О порядке признания граждан малоимущими в целях предоставления им жилых помещений муниципального жилищного фонда по договорам социального найма и порядке определения общей площади жилого помещения, предоставляемого гражданам по договорам социального найма</w:t>
      </w:r>
      <w:r>
        <w:rPr>
          <w:rFonts w:ascii="Times New Roman" w:hAnsi="Times New Roman"/>
          <w:sz w:val="28"/>
          <w:szCs w:val="28"/>
        </w:rPr>
        <w:t xml:space="preserve">» («Ульяновская </w:t>
      </w:r>
      <w:r w:rsidRPr="001F7A4D">
        <w:rPr>
          <w:rFonts w:ascii="Times New Roman" w:hAnsi="Times New Roman"/>
          <w:spacing w:val="-4"/>
          <w:sz w:val="28"/>
          <w:szCs w:val="28"/>
        </w:rPr>
        <w:t xml:space="preserve">правда» от 09.06.2007 № 47; от 12.08.2011 № 89; от 02.03.2012 № 22; от 06.04.2012 </w:t>
      </w:r>
      <w:r>
        <w:rPr>
          <w:rFonts w:ascii="Times New Roman" w:hAnsi="Times New Roman"/>
          <w:spacing w:val="-4"/>
          <w:sz w:val="28"/>
          <w:szCs w:val="28"/>
        </w:rPr>
        <w:br/>
      </w:r>
      <w:r w:rsidRPr="001F7A4D">
        <w:rPr>
          <w:rFonts w:ascii="Times New Roman" w:hAnsi="Times New Roman"/>
          <w:spacing w:val="-4"/>
          <w:sz w:val="28"/>
          <w:szCs w:val="28"/>
        </w:rPr>
        <w:t>№ 36; от 13.03.2013 № 27; от 08.12.2014 № 180) изменение,  заменив в ней слово</w:t>
      </w:r>
      <w:r>
        <w:rPr>
          <w:rFonts w:ascii="Times New Roman" w:hAnsi="Times New Roman"/>
          <w:sz w:val="28"/>
          <w:szCs w:val="28"/>
        </w:rPr>
        <w:t xml:space="preserve"> «поселений» словами «городских поселений, муниципальных районов </w:t>
      </w:r>
      <w:r>
        <w:rPr>
          <w:rFonts w:ascii="Times New Roman" w:hAnsi="Times New Roman"/>
          <w:sz w:val="28"/>
          <w:szCs w:val="28"/>
        </w:rPr>
        <w:br/>
        <w:t>(в отношении территорий сельских поселений, если иное не предусмотрено законом Ульяновской области, а также территорий городских поселений, являющихся административными центрами муниципальных районов, местные администрации которых в соответствии с Федеральным законом от 6 октября 2003 года № 131-ФЗ «Об общих принципах организации местного самоуправления в Российской Федерации» исполняют полномочия местных администраций таких поселений)».</w:t>
      </w:r>
    </w:p>
    <w:p w:rsidR="00092FE6" w:rsidRPr="002A31AB" w:rsidRDefault="00092FE6" w:rsidP="002A31AB">
      <w:pPr>
        <w:ind w:firstLine="709"/>
        <w:rPr>
          <w:rFonts w:ascii="Times New Roman" w:hAnsi="Times New Roman"/>
          <w:sz w:val="16"/>
          <w:szCs w:val="28"/>
        </w:rPr>
      </w:pPr>
    </w:p>
    <w:p w:rsidR="00092FE6" w:rsidRDefault="00092FE6" w:rsidP="002A31AB">
      <w:pPr>
        <w:ind w:firstLine="709"/>
        <w:rPr>
          <w:rFonts w:ascii="Times New Roman" w:hAnsi="Times New Roman"/>
          <w:sz w:val="28"/>
          <w:szCs w:val="28"/>
        </w:rPr>
      </w:pPr>
    </w:p>
    <w:p w:rsidR="00092FE6" w:rsidRDefault="00092FE6" w:rsidP="002A31AB">
      <w:pPr>
        <w:ind w:firstLine="709"/>
        <w:rPr>
          <w:rFonts w:ascii="Times New Roman" w:hAnsi="Times New Roman"/>
          <w:b/>
          <w:sz w:val="28"/>
          <w:szCs w:val="28"/>
        </w:rPr>
      </w:pPr>
      <w:r w:rsidRPr="00175677">
        <w:rPr>
          <w:rFonts w:ascii="Times New Roman" w:hAnsi="Times New Roman"/>
          <w:b/>
          <w:sz w:val="28"/>
          <w:szCs w:val="28"/>
        </w:rPr>
        <w:t>Статья 3</w:t>
      </w:r>
    </w:p>
    <w:p w:rsidR="00092FE6" w:rsidRDefault="00092FE6" w:rsidP="002A31AB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092FE6" w:rsidRPr="00A8603D" w:rsidRDefault="00092FE6" w:rsidP="002A31AB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092FE6" w:rsidRPr="002A31AB" w:rsidRDefault="00092FE6" w:rsidP="001F7A4D">
      <w:pPr>
        <w:spacing w:line="355" w:lineRule="auto"/>
        <w:ind w:firstLine="709"/>
        <w:rPr>
          <w:rFonts w:ascii="Times New Roman" w:hAnsi="Times New Roman"/>
          <w:spacing w:val="-4"/>
          <w:sz w:val="28"/>
          <w:szCs w:val="28"/>
        </w:rPr>
      </w:pPr>
      <w:r w:rsidRPr="002A31AB">
        <w:rPr>
          <w:rFonts w:ascii="Times New Roman" w:hAnsi="Times New Roman"/>
          <w:spacing w:val="-4"/>
          <w:sz w:val="28"/>
          <w:szCs w:val="28"/>
        </w:rPr>
        <w:t xml:space="preserve">Внести в часть 1 статьи 3 </w:t>
      </w:r>
      <w:r w:rsidRPr="002A31AB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Закона Ульяновской области от 6 ноября 2014 года № 180-ЗО </w:t>
      </w:r>
      <w:r w:rsidRPr="002A31AB">
        <w:rPr>
          <w:rFonts w:ascii="Times New Roman" w:hAnsi="Times New Roman"/>
          <w:spacing w:val="-4"/>
          <w:sz w:val="28"/>
          <w:szCs w:val="28"/>
        </w:rPr>
        <w:t xml:space="preserve">«О правовом регулировании отдельных вопросов, связанных </w:t>
      </w:r>
      <w:r>
        <w:rPr>
          <w:rFonts w:ascii="Times New Roman" w:hAnsi="Times New Roman"/>
          <w:spacing w:val="-4"/>
          <w:sz w:val="28"/>
          <w:szCs w:val="28"/>
        </w:rPr>
        <w:br/>
      </w:r>
      <w:r w:rsidRPr="002A31AB">
        <w:rPr>
          <w:rFonts w:ascii="Times New Roman" w:hAnsi="Times New Roman"/>
          <w:spacing w:val="-4"/>
          <w:sz w:val="28"/>
          <w:szCs w:val="28"/>
        </w:rPr>
        <w:t>с участием Ульяновской области в реализации программы «Жильё для российской семьи» в рамках государственной программы Российской Федерации «Обеспечение доступным и комфортным жильём и коммунальными услугами граждан Российской Федерации» («Ульяновская правда» от 10.11.2014 № 163-164</w:t>
      </w:r>
      <w:r>
        <w:rPr>
          <w:rFonts w:ascii="Times New Roman" w:hAnsi="Times New Roman"/>
          <w:spacing w:val="-4"/>
          <w:sz w:val="28"/>
          <w:szCs w:val="28"/>
        </w:rPr>
        <w:t>; от 06.06.2016 № 75-76</w:t>
      </w:r>
      <w:r w:rsidRPr="002A31AB">
        <w:rPr>
          <w:rFonts w:ascii="Times New Roman" w:hAnsi="Times New Roman"/>
          <w:spacing w:val="-4"/>
          <w:sz w:val="28"/>
          <w:szCs w:val="28"/>
        </w:rPr>
        <w:t>) изменение, заменив в ней слово «поселений» словами «городских поселений, муниципальных районов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2A31AB">
        <w:rPr>
          <w:rFonts w:ascii="Times New Roman" w:hAnsi="Times New Roman"/>
          <w:spacing w:val="-4"/>
          <w:sz w:val="28"/>
          <w:szCs w:val="28"/>
        </w:rPr>
        <w:t>(в отношении территорий сельских поселений, если иное не предусмотрено законом Ульяновской области, а также территорий городских поселений, являющихся административными центрами мун</w:t>
      </w:r>
      <w:bookmarkStart w:id="0" w:name="_GoBack"/>
      <w:bookmarkEnd w:id="0"/>
      <w:r w:rsidRPr="002A31AB">
        <w:rPr>
          <w:rFonts w:ascii="Times New Roman" w:hAnsi="Times New Roman"/>
          <w:spacing w:val="-4"/>
          <w:sz w:val="28"/>
          <w:szCs w:val="28"/>
        </w:rPr>
        <w:t>иципальных районов, местные администрации которых в соответствии с Федеральным законом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br/>
      </w:r>
      <w:r w:rsidRPr="002A31AB">
        <w:rPr>
          <w:rFonts w:ascii="Times New Roman" w:hAnsi="Times New Roman"/>
          <w:spacing w:val="-4"/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 исполняют полномочия местных администраций таких поселений)».</w:t>
      </w:r>
    </w:p>
    <w:p w:rsidR="00092FE6" w:rsidRPr="002A31AB" w:rsidRDefault="00092FE6" w:rsidP="002A31AB">
      <w:pPr>
        <w:ind w:firstLine="708"/>
        <w:rPr>
          <w:rFonts w:ascii="Times New Roman" w:hAnsi="Times New Roman"/>
          <w:sz w:val="16"/>
          <w:szCs w:val="28"/>
        </w:rPr>
      </w:pPr>
    </w:p>
    <w:p w:rsidR="00092FE6" w:rsidRDefault="00092FE6" w:rsidP="002A31AB">
      <w:pPr>
        <w:ind w:firstLine="708"/>
        <w:rPr>
          <w:rFonts w:ascii="Times New Roman" w:hAnsi="Times New Roman"/>
          <w:sz w:val="28"/>
          <w:szCs w:val="28"/>
        </w:rPr>
      </w:pPr>
    </w:p>
    <w:p w:rsidR="00092FE6" w:rsidRPr="00936F41" w:rsidRDefault="00092FE6" w:rsidP="002A31AB">
      <w:pPr>
        <w:rPr>
          <w:rFonts w:ascii="Times New Roman" w:hAnsi="Times New Roman"/>
          <w:b/>
          <w:sz w:val="28"/>
          <w:szCs w:val="28"/>
        </w:rPr>
      </w:pPr>
      <w:r w:rsidRPr="00936F41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092FE6" w:rsidRDefault="00092FE6" w:rsidP="002A31AB">
      <w:pPr>
        <w:rPr>
          <w:rFonts w:ascii="Times New Roman" w:hAnsi="Times New Roman"/>
          <w:sz w:val="28"/>
          <w:szCs w:val="28"/>
        </w:rPr>
      </w:pPr>
    </w:p>
    <w:p w:rsidR="00092FE6" w:rsidRPr="00936F41" w:rsidRDefault="00092FE6" w:rsidP="002A31AB">
      <w:pPr>
        <w:rPr>
          <w:rFonts w:ascii="Times New Roman" w:hAnsi="Times New Roman"/>
          <w:sz w:val="28"/>
          <w:szCs w:val="28"/>
        </w:rPr>
      </w:pPr>
    </w:p>
    <w:p w:rsidR="00092FE6" w:rsidRPr="00936F41" w:rsidRDefault="00092FE6" w:rsidP="00936F41">
      <w:pPr>
        <w:spacing w:line="360" w:lineRule="auto"/>
        <w:rPr>
          <w:rFonts w:ascii="Times New Roman" w:hAnsi="Times New Roman"/>
          <w:sz w:val="28"/>
          <w:szCs w:val="28"/>
        </w:rPr>
      </w:pPr>
      <w:r w:rsidRPr="002A31AB">
        <w:rPr>
          <w:rFonts w:ascii="Times New Roman" w:hAnsi="Times New Roman"/>
          <w:spacing w:val="-4"/>
          <w:sz w:val="28"/>
          <w:szCs w:val="28"/>
        </w:rPr>
        <w:t xml:space="preserve">Внести в пункт 6 статьи 2 Закона Ульяновской области от 2 февраля 2016 года </w:t>
      </w:r>
      <w:r w:rsidRPr="00936F41">
        <w:rPr>
          <w:rFonts w:ascii="Times New Roman" w:hAnsi="Times New Roman"/>
          <w:sz w:val="28"/>
          <w:szCs w:val="28"/>
        </w:rPr>
        <w:t xml:space="preserve">№ 3-ЗО «О внесении изменений в Закон Ульяновской области </w:t>
      </w:r>
      <w:r>
        <w:rPr>
          <w:rFonts w:ascii="Times New Roman" w:hAnsi="Times New Roman"/>
          <w:sz w:val="28"/>
          <w:szCs w:val="28"/>
        </w:rPr>
        <w:br/>
      </w:r>
      <w:r w:rsidRPr="00936F41">
        <w:rPr>
          <w:rFonts w:ascii="Times New Roman" w:hAnsi="Times New Roman"/>
          <w:sz w:val="28"/>
          <w:szCs w:val="28"/>
        </w:rPr>
        <w:t xml:space="preserve">«Об организации транспортного обслуживания населения на территории Ульяновской области» и о признании утратившими силу законодательного акта (отдельных положений законодательных актов) Ульяновской области» («Ульяновская правда» от 04.02.2016 № 14) изменение, заменив в нём слова </w:t>
      </w:r>
      <w:r>
        <w:rPr>
          <w:rFonts w:ascii="Times New Roman" w:hAnsi="Times New Roman"/>
          <w:sz w:val="28"/>
          <w:szCs w:val="28"/>
        </w:rPr>
        <w:br/>
      </w:r>
      <w:r w:rsidRPr="00936F41">
        <w:rPr>
          <w:rFonts w:ascii="Times New Roman" w:hAnsi="Times New Roman"/>
          <w:sz w:val="28"/>
          <w:szCs w:val="28"/>
        </w:rPr>
        <w:t>«3 сентября» словами «2 сентября».</w:t>
      </w:r>
    </w:p>
    <w:p w:rsidR="00092FE6" w:rsidRPr="002A31AB" w:rsidRDefault="00092FE6" w:rsidP="002A31AB">
      <w:pPr>
        <w:rPr>
          <w:rFonts w:ascii="Times New Roman" w:hAnsi="Times New Roman"/>
          <w:sz w:val="16"/>
          <w:szCs w:val="28"/>
        </w:rPr>
      </w:pPr>
    </w:p>
    <w:p w:rsidR="00092FE6" w:rsidRDefault="00092FE6" w:rsidP="002A31AB">
      <w:pPr>
        <w:rPr>
          <w:rFonts w:ascii="Times New Roman" w:hAnsi="Times New Roman"/>
          <w:sz w:val="28"/>
          <w:szCs w:val="28"/>
        </w:rPr>
      </w:pPr>
    </w:p>
    <w:p w:rsidR="00092FE6" w:rsidRDefault="00092FE6" w:rsidP="002A31AB">
      <w:pPr>
        <w:rPr>
          <w:rFonts w:ascii="Times New Roman" w:hAnsi="Times New Roman"/>
          <w:sz w:val="28"/>
          <w:szCs w:val="28"/>
        </w:rPr>
      </w:pPr>
    </w:p>
    <w:p w:rsidR="00092FE6" w:rsidRPr="00936F41" w:rsidRDefault="00092FE6" w:rsidP="002A31AB">
      <w:pPr>
        <w:ind w:firstLine="0"/>
        <w:rPr>
          <w:rFonts w:ascii="Times New Roman" w:hAnsi="Times New Roman"/>
          <w:b/>
          <w:sz w:val="28"/>
          <w:szCs w:val="28"/>
        </w:rPr>
      </w:pPr>
      <w:r w:rsidRPr="00936F41">
        <w:rPr>
          <w:rFonts w:ascii="Times New Roman" w:hAnsi="Times New Roman"/>
          <w:b/>
          <w:sz w:val="28"/>
          <w:szCs w:val="28"/>
        </w:rPr>
        <w:t>Временно исполняющий обязанности</w:t>
      </w:r>
    </w:p>
    <w:p w:rsidR="00092FE6" w:rsidRPr="00936F41" w:rsidRDefault="00092FE6" w:rsidP="002A31AB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936F41">
        <w:rPr>
          <w:b/>
          <w:sz w:val="28"/>
          <w:szCs w:val="28"/>
        </w:rPr>
        <w:t>Губернатор</w:t>
      </w:r>
      <w:r>
        <w:rPr>
          <w:b/>
          <w:sz w:val="28"/>
          <w:szCs w:val="28"/>
        </w:rPr>
        <w:t>а</w:t>
      </w:r>
      <w:r w:rsidRPr="00936F41">
        <w:rPr>
          <w:b/>
          <w:sz w:val="28"/>
          <w:szCs w:val="28"/>
        </w:rPr>
        <w:t xml:space="preserve"> Ульяновской области  </w:t>
      </w:r>
      <w:r w:rsidRPr="00936F41">
        <w:rPr>
          <w:b/>
          <w:sz w:val="28"/>
          <w:szCs w:val="28"/>
        </w:rPr>
        <w:tab/>
        <w:t xml:space="preserve">          </w:t>
      </w:r>
      <w:r w:rsidRPr="00936F41">
        <w:rPr>
          <w:b/>
          <w:sz w:val="28"/>
          <w:szCs w:val="28"/>
        </w:rPr>
        <w:tab/>
        <w:t xml:space="preserve">               </w:t>
      </w:r>
      <w:r w:rsidRPr="00936F41">
        <w:rPr>
          <w:b/>
          <w:sz w:val="28"/>
          <w:szCs w:val="28"/>
        </w:rPr>
        <w:tab/>
      </w:r>
      <w:r w:rsidRPr="00936F41">
        <w:rPr>
          <w:b/>
          <w:sz w:val="28"/>
          <w:szCs w:val="28"/>
        </w:rPr>
        <w:tab/>
        <w:t xml:space="preserve">      С.И.Морозов</w:t>
      </w:r>
    </w:p>
    <w:p w:rsidR="00092FE6" w:rsidRPr="002A31AB" w:rsidRDefault="00092FE6" w:rsidP="002A31AB">
      <w:pPr>
        <w:jc w:val="center"/>
        <w:rPr>
          <w:rFonts w:ascii="Times New Roman" w:hAnsi="Times New Roman"/>
          <w:sz w:val="16"/>
          <w:szCs w:val="28"/>
        </w:rPr>
      </w:pPr>
    </w:p>
    <w:p w:rsidR="00092FE6" w:rsidRDefault="00092FE6" w:rsidP="002A31AB">
      <w:pPr>
        <w:jc w:val="center"/>
        <w:rPr>
          <w:rFonts w:ascii="Times New Roman" w:hAnsi="Times New Roman"/>
          <w:sz w:val="28"/>
          <w:szCs w:val="28"/>
        </w:rPr>
      </w:pPr>
    </w:p>
    <w:p w:rsidR="00092FE6" w:rsidRDefault="00092FE6" w:rsidP="002A31AB">
      <w:pPr>
        <w:jc w:val="center"/>
        <w:rPr>
          <w:rFonts w:ascii="Times New Roman" w:hAnsi="Times New Roman"/>
          <w:sz w:val="28"/>
          <w:szCs w:val="28"/>
        </w:rPr>
      </w:pPr>
    </w:p>
    <w:p w:rsidR="00092FE6" w:rsidRPr="00942781" w:rsidRDefault="00092FE6" w:rsidP="002A31A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</w:t>
      </w:r>
      <w:r w:rsidRPr="00942781">
        <w:rPr>
          <w:rFonts w:ascii="Times New Roman" w:hAnsi="Times New Roman"/>
          <w:sz w:val="28"/>
          <w:szCs w:val="28"/>
        </w:rPr>
        <w:t>Ульяновск</w:t>
      </w:r>
    </w:p>
    <w:p w:rsidR="00092FE6" w:rsidRPr="00942781" w:rsidRDefault="00092FE6" w:rsidP="002A31A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 июля </w:t>
      </w:r>
      <w:smartTag w:uri="urn:schemas-microsoft-com:office:smarttags" w:element="metricconverter">
        <w:smartTagPr>
          <w:attr w:name="ProductID" w:val="2016 г"/>
        </w:smartTagPr>
        <w:r w:rsidRPr="00942781">
          <w:rPr>
            <w:rFonts w:ascii="Times New Roman" w:hAnsi="Times New Roman"/>
            <w:sz w:val="28"/>
            <w:szCs w:val="28"/>
          </w:rPr>
          <w:t>201</w:t>
        </w:r>
        <w:r>
          <w:rPr>
            <w:rFonts w:ascii="Times New Roman" w:hAnsi="Times New Roman"/>
            <w:sz w:val="28"/>
            <w:szCs w:val="28"/>
          </w:rPr>
          <w:t xml:space="preserve">6 </w:t>
        </w:r>
        <w:r w:rsidRPr="00942781">
          <w:rPr>
            <w:rFonts w:ascii="Times New Roman" w:hAnsi="Times New Roman"/>
            <w:sz w:val="28"/>
            <w:szCs w:val="28"/>
          </w:rPr>
          <w:t>г</w:t>
        </w:r>
      </w:smartTag>
      <w:r w:rsidRPr="00942781">
        <w:rPr>
          <w:rFonts w:ascii="Times New Roman" w:hAnsi="Times New Roman"/>
          <w:sz w:val="28"/>
          <w:szCs w:val="28"/>
        </w:rPr>
        <w:t>.</w:t>
      </w:r>
    </w:p>
    <w:p w:rsidR="00092FE6" w:rsidRPr="00481CA2" w:rsidRDefault="00092FE6" w:rsidP="002A31AB">
      <w:pPr>
        <w:jc w:val="center"/>
        <w:rPr>
          <w:rFonts w:ascii="Times New Roman" w:hAnsi="Times New Roman"/>
          <w:sz w:val="28"/>
          <w:szCs w:val="28"/>
        </w:rPr>
      </w:pPr>
      <w:r w:rsidRPr="00942781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107</w:t>
      </w:r>
      <w:r w:rsidRPr="00942781">
        <w:rPr>
          <w:rFonts w:ascii="Times New Roman" w:hAnsi="Times New Roman"/>
          <w:sz w:val="28"/>
          <w:szCs w:val="28"/>
        </w:rPr>
        <w:t>-ЗО</w:t>
      </w:r>
    </w:p>
    <w:sectPr w:rsidR="00092FE6" w:rsidRPr="00481CA2" w:rsidSect="002A31AB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FE6" w:rsidRDefault="00092FE6">
      <w:r>
        <w:separator/>
      </w:r>
    </w:p>
  </w:endnote>
  <w:endnote w:type="continuationSeparator" w:id="0">
    <w:p w:rsidR="00092FE6" w:rsidRDefault="00092F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FE6" w:rsidRPr="001D0D7F" w:rsidRDefault="00092FE6" w:rsidP="001D0D7F">
    <w:pPr>
      <w:pStyle w:val="Footer"/>
      <w:ind w:firstLine="0"/>
      <w:jc w:val="right"/>
      <w:rPr>
        <w:rFonts w:ascii="Times New Roman" w:hAnsi="Times New Roman"/>
        <w:sz w:val="16"/>
      </w:rPr>
    </w:pPr>
    <w:r w:rsidRPr="001D0D7F">
      <w:rPr>
        <w:rFonts w:ascii="Times New Roman" w:hAnsi="Times New Roman"/>
        <w:sz w:val="16"/>
      </w:rPr>
      <w:t>1406ка1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FE6" w:rsidRDefault="00092FE6">
      <w:r>
        <w:separator/>
      </w:r>
    </w:p>
  </w:footnote>
  <w:footnote w:type="continuationSeparator" w:id="0">
    <w:p w:rsidR="00092FE6" w:rsidRDefault="00092F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FE6" w:rsidRDefault="00092FE6" w:rsidP="004B1CC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92FE6" w:rsidRDefault="00092FE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FE6" w:rsidRPr="008C5620" w:rsidRDefault="00092FE6" w:rsidP="002A31AB">
    <w:pPr>
      <w:pStyle w:val="Header"/>
      <w:ind w:firstLine="0"/>
      <w:jc w:val="center"/>
      <w:rPr>
        <w:rStyle w:val="PageNumber"/>
        <w:rFonts w:ascii="Times New Roman" w:hAnsi="Times New Roman"/>
        <w:sz w:val="28"/>
        <w:szCs w:val="28"/>
      </w:rPr>
    </w:pPr>
    <w:r w:rsidRPr="008C5620">
      <w:rPr>
        <w:rStyle w:val="PageNumber"/>
        <w:rFonts w:ascii="Times New Roman" w:hAnsi="Times New Roman"/>
        <w:sz w:val="28"/>
        <w:szCs w:val="28"/>
      </w:rPr>
      <w:fldChar w:fldCharType="begin"/>
    </w:r>
    <w:r w:rsidRPr="008C5620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8C5620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3</w:t>
    </w:r>
    <w:r w:rsidRPr="008C5620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E7B"/>
    <w:multiLevelType w:val="hybridMultilevel"/>
    <w:tmpl w:val="B808A5F6"/>
    <w:lvl w:ilvl="0" w:tplc="D1262AF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0A67EED"/>
    <w:multiLevelType w:val="hybridMultilevel"/>
    <w:tmpl w:val="4412D004"/>
    <w:lvl w:ilvl="0" w:tplc="64FEEE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365D4D12"/>
    <w:multiLevelType w:val="hybridMultilevel"/>
    <w:tmpl w:val="E8C8F52E"/>
    <w:lvl w:ilvl="0" w:tplc="6B7607D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672E2F6D"/>
    <w:multiLevelType w:val="hybridMultilevel"/>
    <w:tmpl w:val="D52E01F0"/>
    <w:lvl w:ilvl="0" w:tplc="4992E5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4A10"/>
    <w:rsid w:val="000011CE"/>
    <w:rsid w:val="00042434"/>
    <w:rsid w:val="00053C81"/>
    <w:rsid w:val="0005480D"/>
    <w:rsid w:val="000626DA"/>
    <w:rsid w:val="000667C6"/>
    <w:rsid w:val="000858A7"/>
    <w:rsid w:val="00086B45"/>
    <w:rsid w:val="00087BD2"/>
    <w:rsid w:val="00092FE6"/>
    <w:rsid w:val="000C5010"/>
    <w:rsid w:val="000C53A0"/>
    <w:rsid w:val="000D1E25"/>
    <w:rsid w:val="000D56A8"/>
    <w:rsid w:val="000E60FE"/>
    <w:rsid w:val="000F6F03"/>
    <w:rsid w:val="001051B9"/>
    <w:rsid w:val="00130F3F"/>
    <w:rsid w:val="001753FC"/>
    <w:rsid w:val="0017547A"/>
    <w:rsid w:val="00175677"/>
    <w:rsid w:val="00176947"/>
    <w:rsid w:val="00186567"/>
    <w:rsid w:val="0018775A"/>
    <w:rsid w:val="00196728"/>
    <w:rsid w:val="001B3447"/>
    <w:rsid w:val="001D0D7F"/>
    <w:rsid w:val="001D6C62"/>
    <w:rsid w:val="001E63E1"/>
    <w:rsid w:val="001F6B2C"/>
    <w:rsid w:val="001F7A4D"/>
    <w:rsid w:val="00212A3F"/>
    <w:rsid w:val="00245A0C"/>
    <w:rsid w:val="00256120"/>
    <w:rsid w:val="00280317"/>
    <w:rsid w:val="00280D7D"/>
    <w:rsid w:val="002A1B31"/>
    <w:rsid w:val="002A205A"/>
    <w:rsid w:val="002A31AB"/>
    <w:rsid w:val="002B2DE3"/>
    <w:rsid w:val="002B618E"/>
    <w:rsid w:val="002E1014"/>
    <w:rsid w:val="002F52FD"/>
    <w:rsid w:val="002F61D2"/>
    <w:rsid w:val="003117D2"/>
    <w:rsid w:val="00334E23"/>
    <w:rsid w:val="003440B4"/>
    <w:rsid w:val="00345C10"/>
    <w:rsid w:val="003646A5"/>
    <w:rsid w:val="003847CB"/>
    <w:rsid w:val="00386905"/>
    <w:rsid w:val="00392F15"/>
    <w:rsid w:val="00393146"/>
    <w:rsid w:val="003C09F9"/>
    <w:rsid w:val="003C31C9"/>
    <w:rsid w:val="003C540F"/>
    <w:rsid w:val="003C6E28"/>
    <w:rsid w:val="003D275E"/>
    <w:rsid w:val="003D327D"/>
    <w:rsid w:val="003D3FF2"/>
    <w:rsid w:val="003D6F57"/>
    <w:rsid w:val="003E14E5"/>
    <w:rsid w:val="003E3FAE"/>
    <w:rsid w:val="003F77C7"/>
    <w:rsid w:val="00403CAB"/>
    <w:rsid w:val="004209C0"/>
    <w:rsid w:val="00422391"/>
    <w:rsid w:val="004223EF"/>
    <w:rsid w:val="0043728E"/>
    <w:rsid w:val="00441313"/>
    <w:rsid w:val="00450E67"/>
    <w:rsid w:val="004533A3"/>
    <w:rsid w:val="004719C9"/>
    <w:rsid w:val="00472527"/>
    <w:rsid w:val="00475839"/>
    <w:rsid w:val="00480467"/>
    <w:rsid w:val="00481CA2"/>
    <w:rsid w:val="004B1CCE"/>
    <w:rsid w:val="004B1FF0"/>
    <w:rsid w:val="004B737D"/>
    <w:rsid w:val="004D5E82"/>
    <w:rsid w:val="004E079B"/>
    <w:rsid w:val="004E17BF"/>
    <w:rsid w:val="004E7565"/>
    <w:rsid w:val="005024C5"/>
    <w:rsid w:val="00520D3B"/>
    <w:rsid w:val="0053435A"/>
    <w:rsid w:val="005508FB"/>
    <w:rsid w:val="00555599"/>
    <w:rsid w:val="0057538A"/>
    <w:rsid w:val="00595720"/>
    <w:rsid w:val="005A0B76"/>
    <w:rsid w:val="005C3E9D"/>
    <w:rsid w:val="005F0EC8"/>
    <w:rsid w:val="005F6FA5"/>
    <w:rsid w:val="00601A99"/>
    <w:rsid w:val="00611932"/>
    <w:rsid w:val="00625E7D"/>
    <w:rsid w:val="0063449F"/>
    <w:rsid w:val="006428D4"/>
    <w:rsid w:val="006543DD"/>
    <w:rsid w:val="006563FD"/>
    <w:rsid w:val="0066102E"/>
    <w:rsid w:val="00663B4D"/>
    <w:rsid w:val="006641D7"/>
    <w:rsid w:val="006752B5"/>
    <w:rsid w:val="006F1349"/>
    <w:rsid w:val="007542EA"/>
    <w:rsid w:val="00765794"/>
    <w:rsid w:val="00786CDA"/>
    <w:rsid w:val="007B3399"/>
    <w:rsid w:val="007C17D9"/>
    <w:rsid w:val="007C62D2"/>
    <w:rsid w:val="007E506D"/>
    <w:rsid w:val="00803C41"/>
    <w:rsid w:val="00811786"/>
    <w:rsid w:val="00824D28"/>
    <w:rsid w:val="00833E7C"/>
    <w:rsid w:val="00834B1C"/>
    <w:rsid w:val="008350A7"/>
    <w:rsid w:val="00836BB4"/>
    <w:rsid w:val="008459DC"/>
    <w:rsid w:val="008512B8"/>
    <w:rsid w:val="00861B6E"/>
    <w:rsid w:val="008702CA"/>
    <w:rsid w:val="00877392"/>
    <w:rsid w:val="00880F30"/>
    <w:rsid w:val="008A6098"/>
    <w:rsid w:val="008C5620"/>
    <w:rsid w:val="008E5829"/>
    <w:rsid w:val="008E589E"/>
    <w:rsid w:val="009037EC"/>
    <w:rsid w:val="0091259B"/>
    <w:rsid w:val="009226D8"/>
    <w:rsid w:val="00925062"/>
    <w:rsid w:val="009313B2"/>
    <w:rsid w:val="00936F41"/>
    <w:rsid w:val="00942781"/>
    <w:rsid w:val="00942F2F"/>
    <w:rsid w:val="00950A9E"/>
    <w:rsid w:val="00956200"/>
    <w:rsid w:val="00965E26"/>
    <w:rsid w:val="0098281E"/>
    <w:rsid w:val="009965E4"/>
    <w:rsid w:val="009969C1"/>
    <w:rsid w:val="009A0303"/>
    <w:rsid w:val="009A137A"/>
    <w:rsid w:val="009A1554"/>
    <w:rsid w:val="009A68C6"/>
    <w:rsid w:val="009C2F60"/>
    <w:rsid w:val="009E3BAA"/>
    <w:rsid w:val="009E4EB8"/>
    <w:rsid w:val="009E6583"/>
    <w:rsid w:val="009F2346"/>
    <w:rsid w:val="00A02C2A"/>
    <w:rsid w:val="00A100F8"/>
    <w:rsid w:val="00A10D10"/>
    <w:rsid w:val="00A53B64"/>
    <w:rsid w:val="00A54CB5"/>
    <w:rsid w:val="00A567C4"/>
    <w:rsid w:val="00A82B11"/>
    <w:rsid w:val="00A832AC"/>
    <w:rsid w:val="00A85A34"/>
    <w:rsid w:val="00A8603D"/>
    <w:rsid w:val="00AC3281"/>
    <w:rsid w:val="00AC3EE9"/>
    <w:rsid w:val="00AD1C20"/>
    <w:rsid w:val="00AF1346"/>
    <w:rsid w:val="00B04A19"/>
    <w:rsid w:val="00B254F5"/>
    <w:rsid w:val="00B406B4"/>
    <w:rsid w:val="00B539D9"/>
    <w:rsid w:val="00B57798"/>
    <w:rsid w:val="00B84A10"/>
    <w:rsid w:val="00B910AC"/>
    <w:rsid w:val="00BA0FB0"/>
    <w:rsid w:val="00BB4BBD"/>
    <w:rsid w:val="00BB7BE0"/>
    <w:rsid w:val="00BB7E2F"/>
    <w:rsid w:val="00BE277E"/>
    <w:rsid w:val="00BF526C"/>
    <w:rsid w:val="00C00873"/>
    <w:rsid w:val="00C02FEB"/>
    <w:rsid w:val="00C036A8"/>
    <w:rsid w:val="00C07341"/>
    <w:rsid w:val="00C1201E"/>
    <w:rsid w:val="00C16DC2"/>
    <w:rsid w:val="00C171F8"/>
    <w:rsid w:val="00C318BE"/>
    <w:rsid w:val="00C52ADF"/>
    <w:rsid w:val="00C54A01"/>
    <w:rsid w:val="00C565EE"/>
    <w:rsid w:val="00C64D29"/>
    <w:rsid w:val="00C757E0"/>
    <w:rsid w:val="00C83090"/>
    <w:rsid w:val="00C83FCC"/>
    <w:rsid w:val="00C902DC"/>
    <w:rsid w:val="00C93CB7"/>
    <w:rsid w:val="00CA1DDC"/>
    <w:rsid w:val="00CC67CF"/>
    <w:rsid w:val="00CF3B58"/>
    <w:rsid w:val="00D00C52"/>
    <w:rsid w:val="00D11A9A"/>
    <w:rsid w:val="00D61256"/>
    <w:rsid w:val="00D6564C"/>
    <w:rsid w:val="00D66C68"/>
    <w:rsid w:val="00D9416D"/>
    <w:rsid w:val="00DA115C"/>
    <w:rsid w:val="00DA3999"/>
    <w:rsid w:val="00DB1E18"/>
    <w:rsid w:val="00DC4BBE"/>
    <w:rsid w:val="00DE5093"/>
    <w:rsid w:val="00E061F4"/>
    <w:rsid w:val="00E07323"/>
    <w:rsid w:val="00E07766"/>
    <w:rsid w:val="00E21369"/>
    <w:rsid w:val="00E415C2"/>
    <w:rsid w:val="00E42975"/>
    <w:rsid w:val="00E6218B"/>
    <w:rsid w:val="00E6684C"/>
    <w:rsid w:val="00E821F4"/>
    <w:rsid w:val="00E87A85"/>
    <w:rsid w:val="00E95DCC"/>
    <w:rsid w:val="00EB46D2"/>
    <w:rsid w:val="00EE1489"/>
    <w:rsid w:val="00F01CB0"/>
    <w:rsid w:val="00F073D4"/>
    <w:rsid w:val="00F42989"/>
    <w:rsid w:val="00F42C67"/>
    <w:rsid w:val="00F443B6"/>
    <w:rsid w:val="00F5013D"/>
    <w:rsid w:val="00F620B1"/>
    <w:rsid w:val="00F652DA"/>
    <w:rsid w:val="00F923F4"/>
    <w:rsid w:val="00FA6BC9"/>
    <w:rsid w:val="00FB44E5"/>
    <w:rsid w:val="00FC5652"/>
    <w:rsid w:val="00FC6B11"/>
    <w:rsid w:val="00FD36F9"/>
    <w:rsid w:val="00FD6C04"/>
    <w:rsid w:val="00FF520A"/>
    <w:rsid w:val="00FF6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A1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4A10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10D1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">
    <w:name w:val="Цветовое выделение"/>
    <w:uiPriority w:val="99"/>
    <w:rsid w:val="00B84A10"/>
    <w:rPr>
      <w:b/>
      <w:color w:val="000080"/>
    </w:rPr>
  </w:style>
  <w:style w:type="paragraph" w:customStyle="1" w:styleId="a0">
    <w:name w:val="Комментарий"/>
    <w:basedOn w:val="Normal"/>
    <w:next w:val="Normal"/>
    <w:uiPriority w:val="99"/>
    <w:rsid w:val="00B84A10"/>
    <w:pPr>
      <w:ind w:left="170" w:firstLine="0"/>
    </w:pPr>
    <w:rPr>
      <w:i/>
      <w:iCs/>
      <w:color w:val="800080"/>
    </w:rPr>
  </w:style>
  <w:style w:type="paragraph" w:customStyle="1" w:styleId="a1">
    <w:name w:val="Прижатый влево"/>
    <w:basedOn w:val="Normal"/>
    <w:next w:val="Normal"/>
    <w:uiPriority w:val="99"/>
    <w:rsid w:val="00B84A10"/>
    <w:pPr>
      <w:ind w:firstLine="0"/>
      <w:jc w:val="left"/>
    </w:pPr>
  </w:style>
  <w:style w:type="paragraph" w:styleId="NormalWeb">
    <w:name w:val="Normal (Web)"/>
    <w:basedOn w:val="Normal"/>
    <w:uiPriority w:val="99"/>
    <w:rsid w:val="00A82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Strong">
    <w:name w:val="Strong"/>
    <w:basedOn w:val="DefaultParagraphFont"/>
    <w:uiPriority w:val="99"/>
    <w:qFormat/>
    <w:rsid w:val="00A82B11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533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10D10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3440B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10D10"/>
    <w:rPr>
      <w:rFonts w:ascii="Arial" w:hAnsi="Arial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3440B4"/>
    <w:rPr>
      <w:rFonts w:cs="Times New Roman"/>
    </w:rPr>
  </w:style>
  <w:style w:type="paragraph" w:customStyle="1" w:styleId="ConsPlusTitle">
    <w:name w:val="ConsPlusTitle"/>
    <w:uiPriority w:val="99"/>
    <w:rsid w:val="00E061F4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F01CB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Footer">
    <w:name w:val="footer"/>
    <w:basedOn w:val="Normal"/>
    <w:link w:val="FooterChar"/>
    <w:uiPriority w:val="99"/>
    <w:rsid w:val="0047252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D0D7F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569</Words>
  <Characters>3246</Characters>
  <Application>Microsoft Office Outlook</Application>
  <DocSecurity>0</DocSecurity>
  <Lines>0</Lines>
  <Paragraphs>0</Paragraphs>
  <ScaleCrop>false</ScaleCrop>
  <Company>Министерство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Vlad</dc:creator>
  <cp:keywords/>
  <dc:description/>
  <cp:lastModifiedBy>Пользователь</cp:lastModifiedBy>
  <cp:revision>2</cp:revision>
  <cp:lastPrinted>2016-07-21T06:11:00Z</cp:lastPrinted>
  <dcterms:created xsi:type="dcterms:W3CDTF">2016-08-09T05:54:00Z</dcterms:created>
  <dcterms:modified xsi:type="dcterms:W3CDTF">2016-08-09T05:54:00Z</dcterms:modified>
</cp:coreProperties>
</file>